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3BF" w:rsidRDefault="00E37ACC" w:rsidP="00E37ACC">
      <w:pPr>
        <w:jc w:val="center"/>
        <w:rPr>
          <w:sz w:val="40"/>
          <w:szCs w:val="40"/>
        </w:rPr>
      </w:pPr>
      <w:r>
        <w:rPr>
          <w:sz w:val="40"/>
          <w:szCs w:val="40"/>
        </w:rPr>
        <w:t>Spy Guy</w:t>
      </w:r>
    </w:p>
    <w:p w:rsidR="00E37ACC" w:rsidRDefault="00E37ACC" w:rsidP="00E37ACC">
      <w:pPr>
        <w:rPr>
          <w:sz w:val="32"/>
          <w:szCs w:val="32"/>
        </w:rPr>
      </w:pPr>
      <w:r>
        <w:rPr>
          <w:sz w:val="32"/>
          <w:szCs w:val="32"/>
        </w:rPr>
        <w:t>He is as small as a little flea. When he runs he is as fast as a jet. Green hair to camouflage himself from people and enemies. He also has red fiery eyes to use his laser when he needs to get his opponents. Spy Guy’s body is as hard as m</w:t>
      </w:r>
      <w:r w:rsidR="00FF62D5">
        <w:rPr>
          <w:sz w:val="32"/>
          <w:szCs w:val="32"/>
        </w:rPr>
        <w:t>etal and as strong as King Kong so you wouldn’t want to mess with Spy Guy. When he scuttles his hands are as small as a mouse’s hand so he can run fast like a jet. When Spy Guy smiles it’s usually a cheerful smile but it can be a furious smile sometimes. Also his nose is as small as a puppy’s nose. When Spy Guy is a spy his body seems to take up all the space in the room and his body feels stronger.</w:t>
      </w:r>
    </w:p>
    <w:p w:rsidR="0049512C" w:rsidRDefault="0049512C" w:rsidP="00E37ACC">
      <w:pPr>
        <w:rPr>
          <w:sz w:val="32"/>
          <w:szCs w:val="32"/>
        </w:rPr>
      </w:pPr>
    </w:p>
    <w:p w:rsidR="0049512C" w:rsidRDefault="0049512C" w:rsidP="00E37ACC">
      <w:pPr>
        <w:rPr>
          <w:sz w:val="32"/>
          <w:szCs w:val="32"/>
        </w:rPr>
      </w:pPr>
      <w:r>
        <w:rPr>
          <w:sz w:val="32"/>
          <w:szCs w:val="32"/>
        </w:rPr>
        <w:t>Alec</w:t>
      </w:r>
      <w:bookmarkStart w:id="0" w:name="_GoBack"/>
      <w:bookmarkEnd w:id="0"/>
    </w:p>
    <w:p w:rsidR="00FF62D5" w:rsidRPr="00E37ACC" w:rsidRDefault="00FF62D5" w:rsidP="00E37ACC">
      <w:pPr>
        <w:rPr>
          <w:sz w:val="32"/>
          <w:szCs w:val="32"/>
        </w:rPr>
      </w:pPr>
    </w:p>
    <w:sectPr w:rsidR="00FF62D5" w:rsidRPr="00E37ACC" w:rsidSect="00E37A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ACC"/>
    <w:rsid w:val="00193654"/>
    <w:rsid w:val="0049512C"/>
    <w:rsid w:val="00B250FF"/>
    <w:rsid w:val="00E37ACC"/>
    <w:rsid w:val="00FF62D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1CDCEDEE</Template>
  <TotalTime>19</TotalTime>
  <Pages>1</Pages>
  <Words>97</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2</cp:revision>
  <cp:lastPrinted>2011-05-18T01:30:00Z</cp:lastPrinted>
  <dcterms:created xsi:type="dcterms:W3CDTF">2011-05-12T23:53:00Z</dcterms:created>
  <dcterms:modified xsi:type="dcterms:W3CDTF">2011-05-18T01:30:00Z</dcterms:modified>
</cp:coreProperties>
</file>